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12" w:rsidRDefault="006A4512"/>
    <w:p w:rsidR="006A4512" w:rsidRDefault="006A4512">
      <w:pPr>
        <w:rPr>
          <w:color w:val="FF0000"/>
          <w:sz w:val="36"/>
          <w:szCs w:val="36"/>
        </w:rPr>
      </w:pPr>
      <w:r w:rsidRPr="009F480A">
        <w:rPr>
          <w:color w:val="FF0000"/>
          <w:sz w:val="36"/>
          <w:szCs w:val="36"/>
        </w:rPr>
        <w:t>Школьная форма</w:t>
      </w:r>
    </w:p>
    <w:p w:rsidR="006A4512" w:rsidRDefault="006A4512">
      <w:pPr>
        <w:rPr>
          <w:color w:val="FF0000"/>
          <w:sz w:val="36"/>
          <w:szCs w:val="36"/>
        </w:rPr>
      </w:pPr>
      <w:bookmarkStart w:id="0" w:name="_GoBack"/>
      <w:r w:rsidRPr="00B16D4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411.75pt;height:296.25pt;visibility:visible" o:bordertopcolor="red" o:borderleftcolor="red" o:borderbottomcolor="red" o:borderrightcolor="red">
            <v:imagedata r:id="rId4" o:title="" cropbottom="16455f" cropright="10466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  <w:bookmarkEnd w:id="0"/>
    </w:p>
    <w:p w:rsidR="006A4512" w:rsidRPr="009F480A" w:rsidRDefault="006A4512">
      <w:pPr>
        <w:rPr>
          <w:color w:val="FF0000"/>
          <w:sz w:val="36"/>
          <w:szCs w:val="36"/>
        </w:rPr>
      </w:pPr>
    </w:p>
    <w:sectPr w:rsidR="006A4512" w:rsidRPr="009F480A" w:rsidSect="00142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263"/>
    <w:rsid w:val="00142464"/>
    <w:rsid w:val="001A709E"/>
    <w:rsid w:val="001C6833"/>
    <w:rsid w:val="006A4512"/>
    <w:rsid w:val="006B27E5"/>
    <w:rsid w:val="007B1CCD"/>
    <w:rsid w:val="009F480A"/>
    <w:rsid w:val="00AA3263"/>
    <w:rsid w:val="00B16D4E"/>
    <w:rsid w:val="00DF0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6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F4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48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</Words>
  <Characters>17</Characters>
  <Application>Microsoft Office Outlook</Application>
  <DocSecurity>0</DocSecurity>
  <Lines>0</Lines>
  <Paragraphs>0</Paragraphs>
  <ScaleCrop>false</ScaleCrop>
  <Company>my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Customer</cp:lastModifiedBy>
  <cp:revision>5</cp:revision>
  <dcterms:created xsi:type="dcterms:W3CDTF">2014-11-21T04:50:00Z</dcterms:created>
  <dcterms:modified xsi:type="dcterms:W3CDTF">2014-11-21T09:38:00Z</dcterms:modified>
</cp:coreProperties>
</file>